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EAE9367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57318B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B55EE44" w14:textId="77777777" w:rsidR="004143AF" w:rsidRDefault="004143AF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  <w:p w14:paraId="193E40B5" w14:textId="324F6802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6F534B98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143AF" w:rsidRPr="004143AF">
              <w:rPr>
                <w:rFonts w:asciiTheme="minorHAnsi" w:hAnsiTheme="minorHAnsi" w:cstheme="minorHAnsi"/>
                <w:b/>
                <w:bCs/>
              </w:rPr>
              <w:t>Łódź</w:t>
            </w:r>
          </w:p>
          <w:p w14:paraId="3F4CA6ED" w14:textId="086C002D" w:rsidR="00B67D39" w:rsidRPr="006B56FD" w:rsidRDefault="004143AF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ul. Tuwima 58,90-021 Łódź</w:t>
            </w:r>
          </w:p>
        </w:tc>
      </w:tr>
    </w:tbl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374FBE27" w14:textId="0AD901F7" w:rsidR="00A62B4C" w:rsidRPr="0057318B" w:rsidRDefault="000D24FD" w:rsidP="00E8779E">
      <w:pPr>
        <w:tabs>
          <w:tab w:val="left" w:pos="1628"/>
        </w:tabs>
        <w:spacing w:before="360" w:after="360"/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5587739F" w14:textId="77777777" w:rsidR="0057318B" w:rsidRDefault="000D24FD" w:rsidP="00DC202A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4143AF" w:rsidRPr="004143AF">
        <w:rPr>
          <w:rFonts w:cstheme="minorHAnsi"/>
          <w:b/>
          <w:bCs/>
          <w:lang w:eastAsia="pl-PL"/>
        </w:rPr>
        <w:t>POST/DYS/OLD/GZ/00258/2026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4143AF" w:rsidRPr="004143AF">
        <w:rPr>
          <w:rFonts w:cstheme="minorHAnsi"/>
          <w:b/>
          <w:bCs/>
          <w:lang w:eastAsia="pl-PL"/>
        </w:rPr>
        <w:t xml:space="preserve">Wykonanie dokumentacji projektowej i robót budowlanych na terenie działania Oddziału Łódź RE Sieradz: „Modernizacja stacji 110/15 </w:t>
      </w:r>
      <w:proofErr w:type="spellStart"/>
      <w:r w:rsidR="004143AF" w:rsidRPr="004143AF">
        <w:rPr>
          <w:rFonts w:cstheme="minorHAnsi"/>
          <w:b/>
          <w:bCs/>
          <w:lang w:eastAsia="pl-PL"/>
        </w:rPr>
        <w:t>kV</w:t>
      </w:r>
      <w:proofErr w:type="spellEnd"/>
      <w:r w:rsidR="004143AF" w:rsidRPr="004143AF">
        <w:rPr>
          <w:rFonts w:cstheme="minorHAnsi"/>
          <w:b/>
          <w:bCs/>
          <w:lang w:eastAsia="pl-PL"/>
        </w:rPr>
        <w:t xml:space="preserve"> Łask 2. Modernizacja rozdzielni 110kV do układu H5”</w:t>
      </w:r>
      <w:r w:rsidRPr="004143AF">
        <w:rPr>
          <w:rFonts w:cstheme="minorHAnsi"/>
          <w:b/>
          <w:bCs/>
        </w:rPr>
        <w:t>,</w:t>
      </w:r>
      <w:r w:rsidRPr="000D24FD">
        <w:rPr>
          <w:rFonts w:cstheme="minorHAnsi"/>
          <w:b/>
        </w:rPr>
        <w:t xml:space="preserve"> </w:t>
      </w:r>
      <w:r w:rsidRPr="000D24FD">
        <w:rPr>
          <w:rFonts w:cstheme="minorHAnsi"/>
          <w:b/>
          <w:lang w:eastAsia="pl-PL"/>
        </w:rPr>
        <w:t>oświadczamy</w:t>
      </w:r>
      <w:r w:rsidR="0057318B">
        <w:rPr>
          <w:rFonts w:cstheme="minorHAnsi"/>
          <w:lang w:eastAsia="pl-PL"/>
        </w:rPr>
        <w:t>:</w:t>
      </w:r>
    </w:p>
    <w:p w14:paraId="32361789" w14:textId="3D5C8B36" w:rsidR="000D24FD" w:rsidRPr="0057318B" w:rsidRDefault="0057318B" w:rsidP="00E8779E">
      <w:pPr>
        <w:pStyle w:val="Akapitzlist"/>
        <w:widowControl w:val="0"/>
        <w:numPr>
          <w:ilvl w:val="0"/>
          <w:numId w:val="32"/>
        </w:numPr>
        <w:snapToGrid w:val="0"/>
        <w:spacing w:before="240" w:after="0"/>
        <w:ind w:left="714" w:right="170" w:hanging="357"/>
        <w:jc w:val="both"/>
        <w:rPr>
          <w:rFonts w:cstheme="minorHAnsi"/>
          <w:lang w:eastAsia="pl-PL"/>
        </w:rPr>
      </w:pPr>
      <w:r w:rsidRPr="0057318B">
        <w:rPr>
          <w:rFonts w:cstheme="minorHAnsi"/>
          <w:bCs/>
          <w:lang w:eastAsia="pl-PL"/>
        </w:rPr>
        <w:t xml:space="preserve">w okresie ostatnich </w:t>
      </w:r>
      <w:r w:rsidRPr="0057318B">
        <w:rPr>
          <w:rFonts w:cstheme="minorHAnsi"/>
          <w:b/>
          <w:lang w:eastAsia="pl-PL"/>
        </w:rPr>
        <w:t>5 lat</w:t>
      </w:r>
      <w:r w:rsidRPr="0057318B">
        <w:rPr>
          <w:rFonts w:cstheme="minorHAnsi"/>
          <w:bCs/>
          <w:lang w:eastAsia="pl-PL"/>
        </w:rPr>
        <w:t xml:space="preserve"> przed upływem terminu składania </w:t>
      </w:r>
      <w:r>
        <w:rPr>
          <w:rFonts w:cstheme="minorHAnsi"/>
          <w:bCs/>
          <w:lang w:eastAsia="pl-PL"/>
        </w:rPr>
        <w:t>O</w:t>
      </w:r>
      <w:r w:rsidRPr="0057318B">
        <w:rPr>
          <w:rFonts w:cstheme="minorHAnsi"/>
          <w:bCs/>
          <w:lang w:eastAsia="pl-PL"/>
        </w:rPr>
        <w:t>fert, a jeżeli okres prowadzenia działalności jest krótszy – w tym okresie, zrealizowali</w:t>
      </w:r>
      <w:r>
        <w:rPr>
          <w:rFonts w:cstheme="minorHAnsi"/>
          <w:bCs/>
          <w:lang w:eastAsia="pl-PL"/>
        </w:rPr>
        <w:t>śmy</w:t>
      </w:r>
      <w:r w:rsidRPr="0057318B">
        <w:rPr>
          <w:rFonts w:cstheme="minorHAnsi"/>
          <w:bCs/>
          <w:lang w:eastAsia="pl-PL"/>
        </w:rPr>
        <w:t xml:space="preserve"> </w:t>
      </w:r>
      <w:r w:rsidRPr="0057318B">
        <w:rPr>
          <w:rFonts w:cstheme="minorHAnsi"/>
          <w:b/>
          <w:lang w:eastAsia="pl-PL"/>
        </w:rPr>
        <w:t>minimum 3 roboty budowlane</w:t>
      </w:r>
      <w:r w:rsidRPr="0057318B">
        <w:rPr>
          <w:rFonts w:cstheme="minorHAnsi"/>
          <w:bCs/>
          <w:lang w:eastAsia="pl-PL"/>
        </w:rPr>
        <w:t xml:space="preserve"> odpowiadające swoim rodzajem robotom stanowiącym przedmiot zamówienia (prace związane</w:t>
      </w:r>
      <w:r>
        <w:rPr>
          <w:rFonts w:cstheme="minorHAnsi"/>
          <w:bCs/>
          <w:lang w:eastAsia="pl-PL"/>
        </w:rPr>
        <w:br/>
      </w:r>
      <w:r w:rsidRPr="0057318B">
        <w:rPr>
          <w:rFonts w:cstheme="minorHAnsi"/>
          <w:bCs/>
          <w:lang w:eastAsia="pl-PL"/>
        </w:rPr>
        <w:t>z budową lub przebudową stacji 110kV/15kV)</w:t>
      </w:r>
      <w:r>
        <w:rPr>
          <w:rFonts w:cstheme="minorHAnsi"/>
          <w:bCs/>
          <w:lang w:eastAsia="pl-PL"/>
        </w:rPr>
        <w:t>:</w:t>
      </w:r>
    </w:p>
    <w:p w14:paraId="41F9137D" w14:textId="77777777" w:rsidR="0057318B" w:rsidRPr="0057318B" w:rsidRDefault="0057318B" w:rsidP="0057318B">
      <w:pPr>
        <w:pStyle w:val="Akapitzlist"/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22"/>
        <w:gridCol w:w="2057"/>
        <w:gridCol w:w="1543"/>
        <w:gridCol w:w="1287"/>
        <w:gridCol w:w="1285"/>
        <w:gridCol w:w="3216"/>
      </w:tblGrid>
      <w:tr w:rsidR="0057318B" w:rsidRPr="00293F8A" w14:paraId="2CB8218D" w14:textId="77777777" w:rsidTr="00293F8A">
        <w:trPr>
          <w:cantSplit/>
          <w:trHeight w:val="351"/>
          <w:tblHeader/>
        </w:trPr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</w:tcPr>
          <w:p w14:paraId="356C49FF" w14:textId="77777777" w:rsidR="0057318B" w:rsidRPr="00293F8A" w:rsidRDefault="0057318B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  <w:p w14:paraId="203707BA" w14:textId="7810BE95" w:rsidR="0057318B" w:rsidRPr="00293F8A" w:rsidRDefault="0057318B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  <w:r w:rsidRPr="00293F8A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10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B7A5C62" w:rsidR="0057318B" w:rsidRPr="00293F8A" w:rsidRDefault="0057318B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  <w:p w14:paraId="305CF6F3" w14:textId="77777777" w:rsidR="0057318B" w:rsidRPr="00293F8A" w:rsidRDefault="0057318B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  <w:r w:rsidRPr="00293F8A">
              <w:rPr>
                <w:rFonts w:cstheme="minorHAnsi"/>
                <w:sz w:val="16"/>
                <w:szCs w:val="16"/>
              </w:rPr>
              <w:t>Przedmiot zakupu</w:t>
            </w:r>
          </w:p>
          <w:p w14:paraId="797A953A" w14:textId="77777777" w:rsidR="0057318B" w:rsidRPr="00293F8A" w:rsidRDefault="0057318B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79" w:type="pct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57318B" w:rsidRPr="00293F8A" w:rsidRDefault="0057318B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  <w:p w14:paraId="33E0D763" w14:textId="5409A8A4" w:rsidR="0057318B" w:rsidRPr="00293F8A" w:rsidRDefault="0057318B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  <w:r w:rsidRPr="00293F8A">
              <w:rPr>
                <w:rFonts w:cstheme="minorHAnsi"/>
                <w:sz w:val="16"/>
                <w:szCs w:val="16"/>
              </w:rPr>
              <w:t xml:space="preserve">Wartość zrealizowanych robót </w:t>
            </w:r>
          </w:p>
        </w:tc>
        <w:tc>
          <w:tcPr>
            <w:tcW w:w="129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2D99C9D5" w:rsidR="0057318B" w:rsidRPr="00293F8A" w:rsidRDefault="0057318B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  <w:r w:rsidRPr="00293F8A">
              <w:rPr>
                <w:rFonts w:cstheme="minorHAnsi"/>
                <w:sz w:val="16"/>
                <w:szCs w:val="16"/>
              </w:rPr>
              <w:t>Termin  realizacji robót</w:t>
            </w:r>
          </w:p>
        </w:tc>
        <w:tc>
          <w:tcPr>
            <w:tcW w:w="162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57318B" w:rsidRPr="00293F8A" w:rsidRDefault="0057318B" w:rsidP="0057318B">
            <w:pPr>
              <w:spacing w:before="8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293F8A">
              <w:rPr>
                <w:rFonts w:cstheme="minorHAnsi"/>
                <w:sz w:val="16"/>
                <w:szCs w:val="16"/>
                <w:lang w:eastAsia="pl-PL"/>
              </w:rPr>
              <w:t>Nazwa Odbiorcy</w:t>
            </w:r>
          </w:p>
          <w:p w14:paraId="0180292C" w14:textId="77777777" w:rsidR="0057318B" w:rsidRPr="00293F8A" w:rsidRDefault="0057318B" w:rsidP="0057318B">
            <w:pPr>
              <w:spacing w:before="80"/>
              <w:jc w:val="center"/>
              <w:rPr>
                <w:rFonts w:cstheme="minorHAnsi"/>
                <w:i/>
                <w:sz w:val="16"/>
                <w:szCs w:val="16"/>
                <w:lang w:eastAsia="pl-PL"/>
              </w:rPr>
            </w:pPr>
            <w:r w:rsidRPr="00293F8A">
              <w:rPr>
                <w:rFonts w:cstheme="minorHAnsi"/>
                <w:i/>
                <w:sz w:val="16"/>
                <w:szCs w:val="16"/>
                <w:lang w:eastAsia="pl-PL"/>
              </w:rPr>
              <w:t>(wraz z adresem i nr telefonu)</w:t>
            </w:r>
          </w:p>
        </w:tc>
      </w:tr>
      <w:tr w:rsidR="0057318B" w:rsidRPr="00293F8A" w14:paraId="3F4D1670" w14:textId="77777777" w:rsidTr="00293F8A">
        <w:trPr>
          <w:cantSplit/>
          <w:trHeight w:val="315"/>
          <w:tblHeader/>
        </w:trPr>
        <w:tc>
          <w:tcPr>
            <w:tcW w:w="260" w:type="pct"/>
            <w:vMerge/>
            <w:tcBorders>
              <w:left w:val="single" w:sz="4" w:space="0" w:color="auto"/>
            </w:tcBorders>
          </w:tcPr>
          <w:p w14:paraId="239E7CCB" w14:textId="77777777" w:rsidR="0057318B" w:rsidRPr="00293F8A" w:rsidRDefault="0057318B" w:rsidP="0057318B">
            <w:pPr>
              <w:spacing w:before="80"/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039" w:type="pct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A30223D" w:rsidR="0057318B" w:rsidRPr="00293F8A" w:rsidRDefault="0057318B" w:rsidP="0057318B">
            <w:pPr>
              <w:spacing w:before="80"/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779" w:type="pct"/>
            <w:vMerge/>
          </w:tcPr>
          <w:p w14:paraId="064B41B5" w14:textId="77777777" w:rsidR="0057318B" w:rsidRPr="00293F8A" w:rsidRDefault="0057318B" w:rsidP="0057318B">
            <w:pPr>
              <w:spacing w:before="80"/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10246CD3" w14:textId="77777777" w:rsidR="0057318B" w:rsidRPr="00293F8A" w:rsidRDefault="0057318B" w:rsidP="0057318B">
            <w:pPr>
              <w:spacing w:before="80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293F8A">
              <w:rPr>
                <w:rFonts w:cstheme="minorHAnsi"/>
                <w:i/>
                <w:sz w:val="16"/>
                <w:szCs w:val="16"/>
              </w:rPr>
              <w:t>Data</w:t>
            </w:r>
          </w:p>
          <w:p w14:paraId="606F8EFD" w14:textId="7519685A" w:rsidR="0057318B" w:rsidRPr="00293F8A" w:rsidRDefault="0057318B" w:rsidP="0057318B">
            <w:pPr>
              <w:spacing w:before="80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293F8A">
              <w:rPr>
                <w:rFonts w:cstheme="minorHAnsi"/>
                <w:i/>
                <w:sz w:val="16"/>
                <w:szCs w:val="16"/>
              </w:rPr>
              <w:t>rozpoczęcia</w:t>
            </w:r>
          </w:p>
        </w:tc>
        <w:tc>
          <w:tcPr>
            <w:tcW w:w="649" w:type="pct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57318B" w:rsidRPr="00293F8A" w:rsidRDefault="0057318B" w:rsidP="0057318B">
            <w:pPr>
              <w:spacing w:before="80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293F8A">
              <w:rPr>
                <w:rFonts w:cstheme="minorHAnsi"/>
                <w:i/>
                <w:sz w:val="16"/>
                <w:szCs w:val="16"/>
              </w:rPr>
              <w:t>Data</w:t>
            </w:r>
          </w:p>
          <w:p w14:paraId="0D22437E" w14:textId="77777777" w:rsidR="0057318B" w:rsidRPr="00293F8A" w:rsidRDefault="0057318B" w:rsidP="0057318B">
            <w:pPr>
              <w:spacing w:before="80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293F8A">
              <w:rPr>
                <w:rFonts w:cstheme="minorHAnsi"/>
                <w:i/>
                <w:sz w:val="16"/>
                <w:szCs w:val="16"/>
              </w:rPr>
              <w:t>zakończenia</w:t>
            </w:r>
          </w:p>
        </w:tc>
        <w:tc>
          <w:tcPr>
            <w:tcW w:w="1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57318B" w:rsidRPr="00293F8A" w:rsidRDefault="0057318B" w:rsidP="0057318B">
            <w:pPr>
              <w:spacing w:before="80"/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</w:tr>
      <w:tr w:rsidR="0057318B" w:rsidRPr="00293F8A" w14:paraId="47694236" w14:textId="77777777" w:rsidTr="00293F8A">
        <w:trPr>
          <w:trHeight w:val="851"/>
        </w:trPr>
        <w:tc>
          <w:tcPr>
            <w:tcW w:w="260" w:type="pct"/>
          </w:tcPr>
          <w:p w14:paraId="62801FCC" w14:textId="77777777" w:rsidR="0057318B" w:rsidRPr="00293F8A" w:rsidRDefault="0057318B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  <w:p w14:paraId="5D327CEE" w14:textId="1067359A" w:rsidR="0057318B" w:rsidRPr="00293F8A" w:rsidRDefault="0057318B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  <w:r w:rsidRPr="00293F8A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039" w:type="pct"/>
            <w:tcBorders>
              <w:right w:val="single" w:sz="4" w:space="0" w:color="auto"/>
            </w:tcBorders>
            <w:vAlign w:val="center"/>
          </w:tcPr>
          <w:p w14:paraId="617BAF4D" w14:textId="12262A53" w:rsidR="0057318B" w:rsidRPr="00293F8A" w:rsidRDefault="0057318B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79" w:type="pct"/>
            <w:vAlign w:val="center"/>
          </w:tcPr>
          <w:p w14:paraId="6100FC0E" w14:textId="77777777" w:rsidR="0057318B" w:rsidRPr="00293F8A" w:rsidRDefault="0057318B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DD2922E" w14:textId="77777777" w:rsidR="0057318B" w:rsidRPr="00293F8A" w:rsidRDefault="0057318B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EDA89" w14:textId="77777777" w:rsidR="0057318B" w:rsidRPr="00293F8A" w:rsidRDefault="0057318B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57318B" w:rsidRPr="00293F8A" w:rsidRDefault="0057318B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7318B" w:rsidRPr="00293F8A" w14:paraId="2CA75A77" w14:textId="77777777" w:rsidTr="00293F8A">
        <w:trPr>
          <w:trHeight w:val="851"/>
        </w:trPr>
        <w:tc>
          <w:tcPr>
            <w:tcW w:w="260" w:type="pct"/>
          </w:tcPr>
          <w:p w14:paraId="7CF7F38E" w14:textId="77777777" w:rsidR="0057318B" w:rsidRPr="00293F8A" w:rsidRDefault="0057318B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  <w:p w14:paraId="2717D948" w14:textId="6850C08E" w:rsidR="0057318B" w:rsidRPr="00293F8A" w:rsidRDefault="0057318B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  <w:r w:rsidRPr="00293F8A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039" w:type="pct"/>
            <w:tcBorders>
              <w:right w:val="single" w:sz="4" w:space="0" w:color="auto"/>
            </w:tcBorders>
            <w:vAlign w:val="center"/>
          </w:tcPr>
          <w:p w14:paraId="245E88F5" w14:textId="74EF9AF0" w:rsidR="0057318B" w:rsidRPr="00293F8A" w:rsidRDefault="0057318B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79" w:type="pct"/>
            <w:vAlign w:val="center"/>
          </w:tcPr>
          <w:p w14:paraId="59B8EC1B" w14:textId="77777777" w:rsidR="0057318B" w:rsidRPr="00293F8A" w:rsidRDefault="0057318B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26469E21" w14:textId="77777777" w:rsidR="0057318B" w:rsidRPr="00293F8A" w:rsidRDefault="0057318B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2D150D" w14:textId="77777777" w:rsidR="0057318B" w:rsidRPr="00293F8A" w:rsidRDefault="0057318B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D955A" w14:textId="77777777" w:rsidR="0057318B" w:rsidRPr="00293F8A" w:rsidRDefault="0057318B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7318B" w:rsidRPr="00293F8A" w14:paraId="0FC0BB83" w14:textId="77777777" w:rsidTr="00293F8A">
        <w:trPr>
          <w:trHeight w:val="851"/>
        </w:trPr>
        <w:tc>
          <w:tcPr>
            <w:tcW w:w="260" w:type="pct"/>
          </w:tcPr>
          <w:p w14:paraId="05C51E00" w14:textId="77777777" w:rsidR="0057318B" w:rsidRPr="00293F8A" w:rsidRDefault="0057318B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  <w:p w14:paraId="2762B1E6" w14:textId="4F4784F9" w:rsidR="0057318B" w:rsidRPr="00293F8A" w:rsidRDefault="0057318B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  <w:r w:rsidRPr="00293F8A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039" w:type="pct"/>
            <w:tcBorders>
              <w:right w:val="single" w:sz="4" w:space="0" w:color="auto"/>
            </w:tcBorders>
            <w:vAlign w:val="center"/>
          </w:tcPr>
          <w:p w14:paraId="4C7F328B" w14:textId="58F76ECE" w:rsidR="0057318B" w:rsidRPr="00293F8A" w:rsidRDefault="0057318B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79" w:type="pct"/>
            <w:vAlign w:val="center"/>
          </w:tcPr>
          <w:p w14:paraId="46C2D3FD" w14:textId="77777777" w:rsidR="0057318B" w:rsidRPr="00293F8A" w:rsidRDefault="0057318B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B4B746A" w14:textId="77777777" w:rsidR="0057318B" w:rsidRPr="00293F8A" w:rsidRDefault="0057318B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DE8BD" w14:textId="77777777" w:rsidR="0057318B" w:rsidRPr="00293F8A" w:rsidRDefault="0057318B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67986" w14:textId="77777777" w:rsidR="0057318B" w:rsidRPr="00293F8A" w:rsidRDefault="0057318B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8779E" w:rsidRPr="00293F8A" w14:paraId="189D2533" w14:textId="77777777" w:rsidTr="00293F8A">
        <w:trPr>
          <w:trHeight w:val="851"/>
        </w:trPr>
        <w:tc>
          <w:tcPr>
            <w:tcW w:w="260" w:type="pct"/>
          </w:tcPr>
          <w:p w14:paraId="60698BB5" w14:textId="77777777" w:rsidR="00E8779E" w:rsidRPr="00293F8A" w:rsidRDefault="00E8779E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39" w:type="pct"/>
            <w:tcBorders>
              <w:right w:val="single" w:sz="4" w:space="0" w:color="auto"/>
            </w:tcBorders>
            <w:vAlign w:val="center"/>
          </w:tcPr>
          <w:p w14:paraId="4C21796B" w14:textId="77777777" w:rsidR="00E8779E" w:rsidRPr="00293F8A" w:rsidRDefault="00E8779E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79" w:type="pct"/>
            <w:vAlign w:val="center"/>
          </w:tcPr>
          <w:p w14:paraId="3B3BCF78" w14:textId="77777777" w:rsidR="00E8779E" w:rsidRPr="00293F8A" w:rsidRDefault="00E8779E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30105" w14:textId="77777777" w:rsidR="00E8779E" w:rsidRPr="00293F8A" w:rsidRDefault="00E8779E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AC8CD" w14:textId="77777777" w:rsidR="00E8779E" w:rsidRPr="00293F8A" w:rsidRDefault="00E8779E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2BDB" w14:textId="77777777" w:rsidR="00E8779E" w:rsidRPr="00293F8A" w:rsidRDefault="00E8779E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8779E" w:rsidRPr="00293F8A" w14:paraId="1E59E0D8" w14:textId="77777777" w:rsidTr="00293F8A">
        <w:trPr>
          <w:trHeight w:val="851"/>
        </w:trPr>
        <w:tc>
          <w:tcPr>
            <w:tcW w:w="260" w:type="pct"/>
          </w:tcPr>
          <w:p w14:paraId="24D69E03" w14:textId="77777777" w:rsidR="00E8779E" w:rsidRPr="00293F8A" w:rsidRDefault="00E8779E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39" w:type="pct"/>
            <w:tcBorders>
              <w:right w:val="single" w:sz="4" w:space="0" w:color="auto"/>
            </w:tcBorders>
            <w:vAlign w:val="center"/>
          </w:tcPr>
          <w:p w14:paraId="5878A750" w14:textId="77777777" w:rsidR="00E8779E" w:rsidRPr="00293F8A" w:rsidRDefault="00E8779E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79" w:type="pct"/>
            <w:vAlign w:val="center"/>
          </w:tcPr>
          <w:p w14:paraId="27B79A2E" w14:textId="77777777" w:rsidR="00E8779E" w:rsidRPr="00293F8A" w:rsidRDefault="00E8779E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single" w:sz="4" w:space="0" w:color="auto"/>
            </w:tcBorders>
            <w:vAlign w:val="center"/>
          </w:tcPr>
          <w:p w14:paraId="49A2A2B0" w14:textId="77777777" w:rsidR="00E8779E" w:rsidRPr="00293F8A" w:rsidRDefault="00E8779E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481AD1" w14:textId="77777777" w:rsidR="00E8779E" w:rsidRPr="00293F8A" w:rsidRDefault="00E8779E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BED0" w14:textId="77777777" w:rsidR="00E8779E" w:rsidRPr="00293F8A" w:rsidRDefault="00E8779E" w:rsidP="0057318B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127CFD93" w14:textId="719BC25C" w:rsidR="000D24FD" w:rsidRPr="000D24FD" w:rsidRDefault="000D24FD" w:rsidP="0057318B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6018BC74" w14:textId="16C125EF" w:rsidR="000D24FD" w:rsidRDefault="000D24FD" w:rsidP="0057318B">
      <w:pPr>
        <w:spacing w:before="120"/>
        <w:ind w:right="28"/>
        <w:jc w:val="both"/>
        <w:outlineLvl w:val="0"/>
        <w:rPr>
          <w:rFonts w:cstheme="minorHAnsi"/>
          <w:b/>
          <w:bCs/>
        </w:rPr>
      </w:pPr>
      <w:r w:rsidRPr="0057318B">
        <w:rPr>
          <w:rFonts w:cstheme="minorHAnsi"/>
          <w:b/>
          <w:bCs/>
        </w:rPr>
        <w:t xml:space="preserve">Do niniejszego wykazu dołączamy dowody potwierdzające, że ww. </w:t>
      </w:r>
      <w:r w:rsidR="0057318B" w:rsidRPr="0057318B">
        <w:rPr>
          <w:rFonts w:cstheme="minorHAnsi"/>
          <w:b/>
          <w:bCs/>
        </w:rPr>
        <w:t>roboty</w:t>
      </w:r>
      <w:r w:rsidRPr="0057318B">
        <w:rPr>
          <w:rFonts w:cstheme="minorHAnsi"/>
          <w:b/>
          <w:bCs/>
        </w:rPr>
        <w:t xml:space="preserve"> zostały wykonane lub są</w:t>
      </w:r>
      <w:r w:rsidR="0057318B" w:rsidRPr="0057318B">
        <w:rPr>
          <w:rFonts w:cstheme="minorHAnsi"/>
          <w:b/>
          <w:bCs/>
        </w:rPr>
        <w:t xml:space="preserve"> </w:t>
      </w:r>
      <w:r w:rsidRPr="0057318B">
        <w:rPr>
          <w:rFonts w:cstheme="minorHAnsi"/>
          <w:b/>
          <w:bCs/>
        </w:rPr>
        <w:t>wykonywane należycie.</w:t>
      </w:r>
    </w:p>
    <w:p w14:paraId="69CAE63E" w14:textId="77777777" w:rsidR="00E8779E" w:rsidRDefault="00E8779E" w:rsidP="0057318B">
      <w:pPr>
        <w:spacing w:before="120"/>
        <w:ind w:right="28"/>
        <w:jc w:val="both"/>
        <w:outlineLvl w:val="0"/>
        <w:rPr>
          <w:rFonts w:cstheme="minorHAnsi"/>
          <w:b/>
          <w:bCs/>
          <w:i/>
        </w:rPr>
      </w:pPr>
    </w:p>
    <w:p w14:paraId="7D6119B6" w14:textId="77777777" w:rsidR="00E8779E" w:rsidRDefault="00E8779E" w:rsidP="0057318B">
      <w:pPr>
        <w:spacing w:before="120"/>
        <w:ind w:right="28"/>
        <w:jc w:val="both"/>
        <w:outlineLvl w:val="0"/>
        <w:rPr>
          <w:rFonts w:cstheme="minorHAnsi"/>
          <w:b/>
          <w:bCs/>
          <w:i/>
        </w:rPr>
      </w:pPr>
    </w:p>
    <w:p w14:paraId="3A7FAE28" w14:textId="77777777" w:rsidR="00E8779E" w:rsidRDefault="00E8779E" w:rsidP="0057318B">
      <w:pPr>
        <w:spacing w:before="120"/>
        <w:ind w:right="28"/>
        <w:jc w:val="both"/>
        <w:outlineLvl w:val="0"/>
        <w:rPr>
          <w:rFonts w:cstheme="minorHAnsi"/>
          <w:b/>
          <w:bCs/>
          <w:i/>
        </w:rPr>
      </w:pPr>
    </w:p>
    <w:p w14:paraId="0A77CF98" w14:textId="77777777" w:rsidR="00E8779E" w:rsidRPr="0057318B" w:rsidRDefault="00E8779E" w:rsidP="0057318B">
      <w:pPr>
        <w:spacing w:before="120"/>
        <w:ind w:right="28"/>
        <w:jc w:val="both"/>
        <w:outlineLvl w:val="0"/>
        <w:rPr>
          <w:rFonts w:cstheme="minorHAnsi"/>
          <w:b/>
          <w:bCs/>
          <w:i/>
        </w:rPr>
      </w:pPr>
    </w:p>
    <w:p w14:paraId="59ABDC98" w14:textId="658007B6" w:rsidR="00E8779E" w:rsidRPr="00E8779E" w:rsidRDefault="00E8779E" w:rsidP="00E8779E">
      <w:pPr>
        <w:pStyle w:val="Akapitzlist"/>
        <w:numPr>
          <w:ilvl w:val="0"/>
          <w:numId w:val="32"/>
        </w:numPr>
        <w:jc w:val="both"/>
        <w:rPr>
          <w:rFonts w:eastAsia="Verdana" w:cs="Times New Roman"/>
          <w:szCs w:val="18"/>
        </w:rPr>
      </w:pPr>
      <w:r w:rsidRPr="00E8779E">
        <w:rPr>
          <w:rFonts w:eastAsia="Verdana" w:cs="Times New Roman"/>
          <w:szCs w:val="18"/>
        </w:rPr>
        <w:lastRenderedPageBreak/>
        <w:t xml:space="preserve">w okresie ostatnich </w:t>
      </w:r>
      <w:r w:rsidRPr="00E8779E">
        <w:rPr>
          <w:rFonts w:eastAsia="Verdana" w:cs="Times New Roman"/>
          <w:b/>
          <w:bCs/>
          <w:szCs w:val="18"/>
        </w:rPr>
        <w:t>3 lat</w:t>
      </w:r>
      <w:r w:rsidRPr="00E8779E">
        <w:rPr>
          <w:rFonts w:eastAsia="Verdana" w:cs="Times New Roman"/>
          <w:szCs w:val="18"/>
        </w:rPr>
        <w:t xml:space="preserve"> przed upływem terminu składania </w:t>
      </w:r>
      <w:r>
        <w:rPr>
          <w:rFonts w:eastAsia="Verdana" w:cs="Times New Roman"/>
          <w:szCs w:val="18"/>
        </w:rPr>
        <w:t>O</w:t>
      </w:r>
      <w:r w:rsidRPr="00E8779E">
        <w:rPr>
          <w:rFonts w:eastAsia="Verdana" w:cs="Times New Roman"/>
          <w:szCs w:val="18"/>
        </w:rPr>
        <w:t xml:space="preserve">fert, a jeżeli okres prowadzenia działalności jest krótszy – w tym okresie, zrealizowali </w:t>
      </w:r>
      <w:r w:rsidRPr="00E8779E">
        <w:rPr>
          <w:rFonts w:eastAsia="Verdana" w:cs="Times New Roman"/>
          <w:b/>
          <w:bCs/>
          <w:szCs w:val="18"/>
        </w:rPr>
        <w:t>minimum 3 dokumentacje</w:t>
      </w:r>
      <w:r w:rsidRPr="00E8779E">
        <w:rPr>
          <w:rFonts w:eastAsia="Verdana" w:cs="Times New Roman"/>
          <w:szCs w:val="18"/>
        </w:rPr>
        <w:t xml:space="preserve"> projektowe odpowiadające swoim rodzajem projektom stanowiącym przedmiot zamówienia (prace związane</w:t>
      </w:r>
      <w:r>
        <w:rPr>
          <w:rFonts w:eastAsia="Verdana" w:cs="Times New Roman"/>
          <w:szCs w:val="18"/>
        </w:rPr>
        <w:br/>
      </w:r>
      <w:r w:rsidRPr="00E8779E">
        <w:rPr>
          <w:rFonts w:eastAsia="Verdana" w:cs="Times New Roman"/>
          <w:szCs w:val="18"/>
        </w:rPr>
        <w:t>z budową lub przebudową stacji 110/15kV)</w:t>
      </w:r>
      <w:r>
        <w:rPr>
          <w:rFonts w:eastAsia="Verdana" w:cs="Times New Roman"/>
          <w:szCs w:val="18"/>
        </w:rPr>
        <w:t>:</w:t>
      </w:r>
    </w:p>
    <w:p w14:paraId="38DB1F82" w14:textId="77777777" w:rsidR="000D24FD" w:rsidRPr="0057318B" w:rsidRDefault="000D24FD" w:rsidP="00E8779E">
      <w:pPr>
        <w:pStyle w:val="Akapitzlist"/>
        <w:rPr>
          <w:rFonts w:eastAsia="Verdana" w:cs="Times New Roman"/>
          <w:szCs w:val="1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22"/>
        <w:gridCol w:w="2057"/>
        <w:gridCol w:w="1543"/>
        <w:gridCol w:w="1287"/>
        <w:gridCol w:w="1285"/>
        <w:gridCol w:w="3216"/>
      </w:tblGrid>
      <w:tr w:rsidR="00E8779E" w:rsidRPr="00293F8A" w14:paraId="12EEE940" w14:textId="77777777" w:rsidTr="00293F8A">
        <w:trPr>
          <w:cantSplit/>
          <w:trHeight w:val="351"/>
          <w:tblHeader/>
        </w:trPr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</w:tcPr>
          <w:p w14:paraId="6F9094C1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  <w:p w14:paraId="18A796B1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  <w:p w14:paraId="704CD166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  <w:r w:rsidRPr="00293F8A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10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E0A32BC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  <w:p w14:paraId="784939B9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  <w:r w:rsidRPr="00293F8A">
              <w:rPr>
                <w:rFonts w:cstheme="minorHAnsi"/>
                <w:sz w:val="16"/>
                <w:szCs w:val="16"/>
              </w:rPr>
              <w:t>Przedmiot zakupu</w:t>
            </w:r>
          </w:p>
          <w:p w14:paraId="2C386FD6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79" w:type="pct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0C272183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  <w:p w14:paraId="543D5DFA" w14:textId="2FE87DC3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  <w:r w:rsidRPr="00293F8A">
              <w:rPr>
                <w:rFonts w:cstheme="minorHAnsi"/>
                <w:sz w:val="16"/>
                <w:szCs w:val="16"/>
              </w:rPr>
              <w:t>Wartość zrealizowanych dokumentacji</w:t>
            </w:r>
          </w:p>
        </w:tc>
        <w:tc>
          <w:tcPr>
            <w:tcW w:w="129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14B3349" w14:textId="38AD24E6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  <w:r w:rsidRPr="00293F8A">
              <w:rPr>
                <w:rFonts w:cstheme="minorHAnsi"/>
                <w:sz w:val="16"/>
                <w:szCs w:val="16"/>
              </w:rPr>
              <w:t>Termin realizacji dokumentacji</w:t>
            </w:r>
          </w:p>
        </w:tc>
        <w:tc>
          <w:tcPr>
            <w:tcW w:w="162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CFB4DD6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293F8A">
              <w:rPr>
                <w:rFonts w:cstheme="minorHAnsi"/>
                <w:sz w:val="16"/>
                <w:szCs w:val="16"/>
                <w:lang w:eastAsia="pl-PL"/>
              </w:rPr>
              <w:t>Nazwa Odbiorcy</w:t>
            </w:r>
          </w:p>
          <w:p w14:paraId="5FE5EE2C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i/>
                <w:sz w:val="16"/>
                <w:szCs w:val="16"/>
                <w:lang w:eastAsia="pl-PL"/>
              </w:rPr>
            </w:pPr>
            <w:r w:rsidRPr="00293F8A">
              <w:rPr>
                <w:rFonts w:cstheme="minorHAnsi"/>
                <w:i/>
                <w:sz w:val="16"/>
                <w:szCs w:val="16"/>
                <w:lang w:eastAsia="pl-PL"/>
              </w:rPr>
              <w:t>(wraz z adresem i nr telefonu)</w:t>
            </w:r>
          </w:p>
        </w:tc>
      </w:tr>
      <w:tr w:rsidR="00E8779E" w:rsidRPr="00293F8A" w14:paraId="3F0BFBBD" w14:textId="77777777" w:rsidTr="00293F8A">
        <w:trPr>
          <w:cantSplit/>
          <w:trHeight w:val="315"/>
          <w:tblHeader/>
        </w:trPr>
        <w:tc>
          <w:tcPr>
            <w:tcW w:w="260" w:type="pct"/>
            <w:vMerge/>
            <w:tcBorders>
              <w:left w:val="single" w:sz="4" w:space="0" w:color="auto"/>
            </w:tcBorders>
          </w:tcPr>
          <w:p w14:paraId="7276F8DD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039" w:type="pct"/>
            <w:vMerge/>
            <w:tcBorders>
              <w:top w:val="nil"/>
              <w:right w:val="single" w:sz="4" w:space="0" w:color="auto"/>
            </w:tcBorders>
            <w:vAlign w:val="center"/>
          </w:tcPr>
          <w:p w14:paraId="59363477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779" w:type="pct"/>
            <w:vMerge/>
          </w:tcPr>
          <w:p w14:paraId="0F878E94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5E7572F8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293F8A">
              <w:rPr>
                <w:rFonts w:cstheme="minorHAnsi"/>
                <w:i/>
                <w:sz w:val="16"/>
                <w:szCs w:val="16"/>
              </w:rPr>
              <w:t>Data</w:t>
            </w:r>
          </w:p>
          <w:p w14:paraId="5AC87E91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293F8A">
              <w:rPr>
                <w:rFonts w:cstheme="minorHAnsi"/>
                <w:i/>
                <w:sz w:val="16"/>
                <w:szCs w:val="16"/>
              </w:rPr>
              <w:t>rozpoczęcia</w:t>
            </w:r>
          </w:p>
        </w:tc>
        <w:tc>
          <w:tcPr>
            <w:tcW w:w="649" w:type="pct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58AC5EC9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293F8A">
              <w:rPr>
                <w:rFonts w:cstheme="minorHAnsi"/>
                <w:i/>
                <w:sz w:val="16"/>
                <w:szCs w:val="16"/>
              </w:rPr>
              <w:t>Data</w:t>
            </w:r>
          </w:p>
          <w:p w14:paraId="67BD2440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293F8A">
              <w:rPr>
                <w:rFonts w:cstheme="minorHAnsi"/>
                <w:i/>
                <w:sz w:val="16"/>
                <w:szCs w:val="16"/>
              </w:rPr>
              <w:t>zakończenia</w:t>
            </w:r>
          </w:p>
        </w:tc>
        <w:tc>
          <w:tcPr>
            <w:tcW w:w="1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A648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</w:tr>
      <w:tr w:rsidR="00E8779E" w:rsidRPr="00293F8A" w14:paraId="7C26698C" w14:textId="77777777" w:rsidTr="00293F8A">
        <w:trPr>
          <w:trHeight w:val="851"/>
        </w:trPr>
        <w:tc>
          <w:tcPr>
            <w:tcW w:w="260" w:type="pct"/>
          </w:tcPr>
          <w:p w14:paraId="49C5447F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  <w:p w14:paraId="2FE196E0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  <w:r w:rsidRPr="00293F8A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039" w:type="pct"/>
            <w:tcBorders>
              <w:right w:val="single" w:sz="4" w:space="0" w:color="auto"/>
            </w:tcBorders>
            <w:vAlign w:val="center"/>
          </w:tcPr>
          <w:p w14:paraId="7C65E7F0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79" w:type="pct"/>
            <w:vAlign w:val="center"/>
          </w:tcPr>
          <w:p w14:paraId="6C7FD6D9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F623BFD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4E2C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D22B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8779E" w:rsidRPr="00293F8A" w14:paraId="0BCD2DFB" w14:textId="77777777" w:rsidTr="00293F8A">
        <w:trPr>
          <w:trHeight w:val="851"/>
        </w:trPr>
        <w:tc>
          <w:tcPr>
            <w:tcW w:w="260" w:type="pct"/>
          </w:tcPr>
          <w:p w14:paraId="68AC2D52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  <w:p w14:paraId="3053A098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  <w:r w:rsidRPr="00293F8A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039" w:type="pct"/>
            <w:tcBorders>
              <w:right w:val="single" w:sz="4" w:space="0" w:color="auto"/>
            </w:tcBorders>
            <w:vAlign w:val="center"/>
          </w:tcPr>
          <w:p w14:paraId="1344C016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79" w:type="pct"/>
            <w:vAlign w:val="center"/>
          </w:tcPr>
          <w:p w14:paraId="4F89CFCD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single" w:sz="4" w:space="0" w:color="auto"/>
            </w:tcBorders>
            <w:vAlign w:val="center"/>
          </w:tcPr>
          <w:p w14:paraId="74F5D412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5D5A643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0539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E8779E" w:rsidRPr="00293F8A" w14:paraId="744CE7E3" w14:textId="77777777" w:rsidTr="00293F8A">
        <w:trPr>
          <w:trHeight w:val="851"/>
        </w:trPr>
        <w:tc>
          <w:tcPr>
            <w:tcW w:w="260" w:type="pct"/>
          </w:tcPr>
          <w:p w14:paraId="5969BA98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  <w:p w14:paraId="48282CD7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  <w:r w:rsidRPr="00293F8A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039" w:type="pct"/>
            <w:tcBorders>
              <w:right w:val="single" w:sz="4" w:space="0" w:color="auto"/>
            </w:tcBorders>
            <w:vAlign w:val="center"/>
          </w:tcPr>
          <w:p w14:paraId="484D02DB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79" w:type="pct"/>
            <w:vAlign w:val="center"/>
          </w:tcPr>
          <w:p w14:paraId="4D7361BA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</w:tcBorders>
            <w:vAlign w:val="center"/>
          </w:tcPr>
          <w:p w14:paraId="5E78F210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right w:val="single" w:sz="4" w:space="0" w:color="auto"/>
            </w:tcBorders>
            <w:vAlign w:val="center"/>
          </w:tcPr>
          <w:p w14:paraId="60EB3351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C8CA8" w14:textId="77777777" w:rsidR="00E8779E" w:rsidRPr="00293F8A" w:rsidRDefault="00E8779E" w:rsidP="00BB1951">
            <w:pPr>
              <w:spacing w:before="8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33AD676B" w14:textId="77777777" w:rsidR="00B67D39" w:rsidRDefault="00B67D39" w:rsidP="00381365">
      <w:pPr>
        <w:rPr>
          <w:rFonts w:cstheme="minorHAnsi"/>
        </w:rPr>
      </w:pPr>
    </w:p>
    <w:p w14:paraId="23798A3C" w14:textId="77777777" w:rsidR="00E8779E" w:rsidRPr="000D24FD" w:rsidRDefault="00E8779E" w:rsidP="00E8779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08B8E82E" w14:textId="1FB7C686" w:rsidR="00E8779E" w:rsidRDefault="00E8779E" w:rsidP="00E8779E">
      <w:pPr>
        <w:spacing w:before="120"/>
        <w:ind w:right="28"/>
        <w:jc w:val="both"/>
        <w:outlineLvl w:val="0"/>
        <w:rPr>
          <w:rFonts w:cstheme="minorHAnsi"/>
          <w:b/>
          <w:bCs/>
        </w:rPr>
      </w:pPr>
      <w:r w:rsidRPr="0057318B">
        <w:rPr>
          <w:rFonts w:cstheme="minorHAnsi"/>
          <w:b/>
          <w:bCs/>
        </w:rPr>
        <w:t xml:space="preserve">Do niniejszego wykazu dołączamy dowody potwierdzające, że ww. </w:t>
      </w:r>
      <w:r>
        <w:rPr>
          <w:rFonts w:cstheme="minorHAnsi"/>
          <w:b/>
          <w:bCs/>
        </w:rPr>
        <w:t>dokumentacje projektowe</w:t>
      </w:r>
      <w:r w:rsidRPr="0057318B">
        <w:rPr>
          <w:rFonts w:cstheme="minorHAnsi"/>
          <w:b/>
          <w:bCs/>
        </w:rPr>
        <w:t xml:space="preserve"> zostały wykonane</w:t>
      </w:r>
      <w:r>
        <w:rPr>
          <w:rFonts w:cstheme="minorHAnsi"/>
          <w:b/>
          <w:bCs/>
        </w:rPr>
        <w:t xml:space="preserve"> </w:t>
      </w:r>
      <w:r w:rsidRPr="0057318B">
        <w:rPr>
          <w:rFonts w:cstheme="minorHAnsi"/>
          <w:b/>
          <w:bCs/>
        </w:rPr>
        <w:t>lub są wykonywane należycie.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3BD7A843" w14:textId="77777777" w:rsidR="00E8779E" w:rsidRDefault="00E8779E" w:rsidP="00381365">
      <w:pPr>
        <w:rPr>
          <w:rFonts w:cstheme="minorHAnsi"/>
        </w:rPr>
      </w:pPr>
    </w:p>
    <w:p w14:paraId="62CB5B90" w14:textId="77777777" w:rsidR="00E8779E" w:rsidRDefault="00E8779E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762622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02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0DDB0E6E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</w:t>
          </w:r>
        </w:p>
        <w:p w14:paraId="5205B493" w14:textId="401A67F8" w:rsidR="00347E8D" w:rsidRPr="006B2C28" w:rsidRDefault="004143AF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143AF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POST/DYS/OLD/GZ/00258/2026</w:t>
          </w:r>
          <w:r w:rsidRPr="004143AF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E11E3D1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5A67FA"/>
    <w:multiLevelType w:val="hybridMultilevel"/>
    <w:tmpl w:val="3D9E2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FB30787"/>
    <w:multiLevelType w:val="hybridMultilevel"/>
    <w:tmpl w:val="596AB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02565904">
    <w:abstractNumId w:val="18"/>
  </w:num>
  <w:num w:numId="2" w16cid:durableId="2039961439">
    <w:abstractNumId w:val="7"/>
  </w:num>
  <w:num w:numId="3" w16cid:durableId="559293712">
    <w:abstractNumId w:val="13"/>
  </w:num>
  <w:num w:numId="4" w16cid:durableId="751244474">
    <w:abstractNumId w:val="20"/>
  </w:num>
  <w:num w:numId="5" w16cid:durableId="823855122">
    <w:abstractNumId w:val="18"/>
  </w:num>
  <w:num w:numId="6" w16cid:durableId="1625304568">
    <w:abstractNumId w:val="18"/>
  </w:num>
  <w:num w:numId="7" w16cid:durableId="1613125773">
    <w:abstractNumId w:val="3"/>
  </w:num>
  <w:num w:numId="8" w16cid:durableId="248975292">
    <w:abstractNumId w:val="28"/>
  </w:num>
  <w:num w:numId="9" w16cid:durableId="1048652256">
    <w:abstractNumId w:val="17"/>
  </w:num>
  <w:num w:numId="10" w16cid:durableId="1404909016">
    <w:abstractNumId w:val="4"/>
  </w:num>
  <w:num w:numId="11" w16cid:durableId="1534145867">
    <w:abstractNumId w:val="14"/>
  </w:num>
  <w:num w:numId="12" w16cid:durableId="510143427">
    <w:abstractNumId w:val="11"/>
  </w:num>
  <w:num w:numId="13" w16cid:durableId="1505394332">
    <w:abstractNumId w:val="27"/>
  </w:num>
  <w:num w:numId="14" w16cid:durableId="470683360">
    <w:abstractNumId w:val="22"/>
  </w:num>
  <w:num w:numId="15" w16cid:durableId="957294213">
    <w:abstractNumId w:val="16"/>
  </w:num>
  <w:num w:numId="16" w16cid:durableId="290862037">
    <w:abstractNumId w:val="9"/>
  </w:num>
  <w:num w:numId="17" w16cid:durableId="874775100">
    <w:abstractNumId w:val="5"/>
  </w:num>
  <w:num w:numId="18" w16cid:durableId="392837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534660">
    <w:abstractNumId w:val="0"/>
  </w:num>
  <w:num w:numId="20" w16cid:durableId="440346919">
    <w:abstractNumId w:val="29"/>
  </w:num>
  <w:num w:numId="21" w16cid:durableId="1634365102">
    <w:abstractNumId w:val="1"/>
  </w:num>
  <w:num w:numId="22" w16cid:durableId="755052760">
    <w:abstractNumId w:val="15"/>
  </w:num>
  <w:num w:numId="23" w16cid:durableId="502017279">
    <w:abstractNumId w:val="10"/>
  </w:num>
  <w:num w:numId="24" w16cid:durableId="889880186">
    <w:abstractNumId w:val="21"/>
  </w:num>
  <w:num w:numId="25" w16cid:durableId="708914389">
    <w:abstractNumId w:val="25"/>
  </w:num>
  <w:num w:numId="26" w16cid:durableId="189925138">
    <w:abstractNumId w:val="2"/>
  </w:num>
  <w:num w:numId="27" w16cid:durableId="1392272814">
    <w:abstractNumId w:val="24"/>
  </w:num>
  <w:num w:numId="28" w16cid:durableId="1064795870">
    <w:abstractNumId w:val="23"/>
  </w:num>
  <w:num w:numId="29" w16cid:durableId="11282847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3182975">
    <w:abstractNumId w:val="19"/>
  </w:num>
  <w:num w:numId="31" w16cid:durableId="1931349887">
    <w:abstractNumId w:val="12"/>
  </w:num>
  <w:num w:numId="32" w16cid:durableId="724911885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2591A"/>
    <w:rsid w:val="0024291C"/>
    <w:rsid w:val="00257F22"/>
    <w:rsid w:val="00264A06"/>
    <w:rsid w:val="00265B9D"/>
    <w:rsid w:val="00270752"/>
    <w:rsid w:val="002743D5"/>
    <w:rsid w:val="002768AC"/>
    <w:rsid w:val="00293F8A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43AF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13A"/>
    <w:rsid w:val="00535E9B"/>
    <w:rsid w:val="005453F1"/>
    <w:rsid w:val="00551FB7"/>
    <w:rsid w:val="005563FF"/>
    <w:rsid w:val="00562E63"/>
    <w:rsid w:val="0057318B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25EB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587B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0CEA"/>
    <w:rsid w:val="00E413AB"/>
    <w:rsid w:val="00E41451"/>
    <w:rsid w:val="00E45F98"/>
    <w:rsid w:val="00E56B47"/>
    <w:rsid w:val="00E66F4B"/>
    <w:rsid w:val="00E706C2"/>
    <w:rsid w:val="00E72CD1"/>
    <w:rsid w:val="00E8041E"/>
    <w:rsid w:val="00E8779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09C2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0263A9-99FD-4A33-93DB-D4523DA9F9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F5431-19A1-46F6-A295-67B55558E5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77</TotalTime>
  <Pages>2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14</cp:revision>
  <cp:lastPrinted>2024-07-15T11:21:00Z</cp:lastPrinted>
  <dcterms:created xsi:type="dcterms:W3CDTF">2025-01-15T13:15:00Z</dcterms:created>
  <dcterms:modified xsi:type="dcterms:W3CDTF">2026-01-30T09:56:00Z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